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Default="00BA09F6"/>
    <w:p w14:paraId="241C3473" w14:textId="77777777" w:rsidR="00BA09F6" w:rsidRDefault="00BA09F6"/>
    <w:p w14:paraId="6914E0D0" w14:textId="77777777" w:rsidR="00BA09F6" w:rsidRDefault="00BA09F6"/>
    <w:p w14:paraId="2A1A1058" w14:textId="223747D7" w:rsidR="002238D0" w:rsidRPr="002238D0" w:rsidRDefault="002238D0" w:rsidP="002238D0">
      <w:pPr>
        <w:pStyle w:val="Default"/>
        <w:rPr>
          <w:sz w:val="20"/>
          <w:szCs w:val="20"/>
          <w:u w:val="none"/>
        </w:rPr>
      </w:pPr>
      <w:r>
        <w:rPr>
          <w:b/>
          <w:bCs/>
          <w:sz w:val="20"/>
          <w:szCs w:val="20"/>
          <w:u w:val="none"/>
        </w:rPr>
        <w:t>Activiteit</w:t>
      </w:r>
    </w:p>
    <w:p w14:paraId="116D461F" w14:textId="4488270F" w:rsidR="005E31B0" w:rsidRDefault="002238D0" w:rsidP="00A10659">
      <w:pPr>
        <w:pStyle w:val="NoSpacing"/>
      </w:pPr>
      <w:r>
        <w:rPr>
          <w:szCs w:val="20"/>
        </w:rPr>
        <w:t xml:space="preserve">Ga eens naar buiten! Ook daar worden veel verbindingen gelegd. Deel je groep op in kleinere subgroepen en ga naar buiten. Spreek van tevoren een bepaalde tijd af waarin het spel plaats vindt (aangeraden: 1 </w:t>
      </w:r>
      <w:proofErr w:type="gramStart"/>
      <w:r>
        <w:rPr>
          <w:szCs w:val="20"/>
        </w:rPr>
        <w:t>a</w:t>
      </w:r>
      <w:proofErr w:type="gramEnd"/>
      <w:r>
        <w:rPr>
          <w:szCs w:val="20"/>
        </w:rPr>
        <w:t xml:space="preserve"> 2 uur, maar doe het zo lang of kort als je zelf wil). Elk </w:t>
      </w:r>
      <w:proofErr w:type="spellStart"/>
      <w:r>
        <w:rPr>
          <w:szCs w:val="20"/>
        </w:rPr>
        <w:t>subgroepje</w:t>
      </w:r>
      <w:proofErr w:type="spellEnd"/>
      <w:r>
        <w:rPr>
          <w:szCs w:val="20"/>
        </w:rPr>
        <w:t xml:space="preserve"> gaat naar buiten en op zoek naar zo veel mogelijk dingen die een “verbinding” maken in de natuur. Denk aan een cocon met draden, of zelfs een blaadje dat vastzit aan een boom. Uiteraard kan je zo creatief mogelijk hierin zijn bij de definitie van een “verbinding". Neem zoveel mogelijk van deze voorwerpen mee terug naar je beginpost. Uiteraard gaan we de natuur niet kapot maken, en mag je ook foto's maken van de dingen die je niet mee kan nemen. Degene met de meeste verschillende verbindingen aan het eind van het spel, wint. </w:t>
      </w:r>
    </w:p>
    <w:p w14:paraId="19A8404F" w14:textId="77777777" w:rsidR="00A10659" w:rsidRDefault="00A10659" w:rsidP="00A10659">
      <w:pPr>
        <w:pStyle w:val="NoSpacing"/>
      </w:pPr>
    </w:p>
    <w:p w14:paraId="346C4B2B" w14:textId="186D9C8B" w:rsidR="00A10659" w:rsidRDefault="00A10659" w:rsidP="00A10659">
      <w:pPr>
        <w:pStyle w:val="NoSpacing"/>
      </w:pPr>
      <w:r>
        <w:rPr>
          <w:b/>
          <w:bCs/>
        </w:rPr>
        <w:t>Activiteitengebieden</w:t>
      </w:r>
    </w:p>
    <w:p w14:paraId="6E694BD8" w14:textId="7D61C0AB" w:rsidR="00A10659" w:rsidRPr="00A10659" w:rsidRDefault="00A10659" w:rsidP="00A10659">
      <w:pPr>
        <w:pStyle w:val="NoSpacing"/>
        <w:numPr>
          <w:ilvl w:val="0"/>
          <w:numId w:val="1"/>
        </w:numPr>
      </w:pPr>
      <w:r>
        <w:t>Buitenleven</w:t>
      </w:r>
    </w:p>
    <w:sectPr w:rsidR="00A10659" w:rsidRPr="00A10659"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4BA293" w14:textId="77777777" w:rsidR="001D1054" w:rsidRDefault="001D1054" w:rsidP="00BA09F6">
      <w:pPr>
        <w:spacing w:after="0" w:line="240" w:lineRule="auto"/>
      </w:pPr>
      <w:r>
        <w:separator/>
      </w:r>
    </w:p>
  </w:endnote>
  <w:endnote w:type="continuationSeparator" w:id="0">
    <w:p w14:paraId="5410179C" w14:textId="77777777" w:rsidR="001D1054" w:rsidRDefault="001D1054"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panose1 w:val="020B0504020202020204"/>
    <w:charset w:val="00"/>
    <w:family w:val="swiss"/>
    <w:pitch w:val="variable"/>
    <w:sig w:usb0="800000EF" w:usb1="5000204A"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E017D" w14:textId="77777777" w:rsidR="001D1054" w:rsidRDefault="001D1054" w:rsidP="00BA09F6">
      <w:pPr>
        <w:spacing w:after="0" w:line="240" w:lineRule="auto"/>
      </w:pPr>
      <w:r>
        <w:separator/>
      </w:r>
    </w:p>
  </w:footnote>
  <w:footnote w:type="continuationSeparator" w:id="0">
    <w:p w14:paraId="4369DFDB" w14:textId="77777777" w:rsidR="001D1054" w:rsidRDefault="001D1054"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0A61D67D"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188F">
      <w:rPr>
        <w:color w:val="FFFFFF" w:themeColor="background1"/>
      </w:rPr>
      <w:t>2023</w:t>
    </w:r>
  </w:p>
  <w:p w14:paraId="2DEA8877" w14:textId="58A272E4" w:rsidR="00BA09F6" w:rsidRPr="008B23FF" w:rsidRDefault="002238D0" w:rsidP="00BA09F6">
    <w:pPr>
      <w:pStyle w:val="Title"/>
      <w:rPr>
        <w:color w:val="FFFFFF" w:themeColor="background1"/>
      </w:rPr>
    </w:pPr>
    <w:proofErr w:type="spellStart"/>
    <w:r>
      <w:rPr>
        <w:color w:val="FFFFFF" w:themeColor="background1"/>
      </w:rPr>
      <w:t>Connature</w:t>
    </w:r>
    <w:proofErr w:type="spellEnd"/>
    <w:r>
      <w:rPr>
        <w:color w:val="FFFFFF" w:themeColor="background1"/>
      </w:rPr>
      <w:t xml:space="preserve"> </w:t>
    </w:r>
    <w:proofErr w:type="spellStart"/>
    <w:r>
      <w:rPr>
        <w:color w:val="FFFFFF" w:themeColor="background1"/>
      </w:rPr>
      <w:t>Dots</w:t>
    </w:r>
    <w:proofErr w:type="spellEnd"/>
    <w:r w:rsidR="00BA09F6" w:rsidRPr="008B23FF">
      <w:rPr>
        <w:color w:val="FFFFFF" w:themeColor="background1"/>
      </w:rPr>
      <w:t xml:space="preserve"> </w:t>
    </w:r>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C8F5C5D"/>
    <w:multiLevelType w:val="hybridMultilevel"/>
    <w:tmpl w:val="8A0C8572"/>
    <w:lvl w:ilvl="0" w:tplc="9FF87FF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877403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E4724"/>
    <w:rsid w:val="000F0EAA"/>
    <w:rsid w:val="001068AA"/>
    <w:rsid w:val="001377C7"/>
    <w:rsid w:val="001D1054"/>
    <w:rsid w:val="002238D0"/>
    <w:rsid w:val="002A12A8"/>
    <w:rsid w:val="00302AD2"/>
    <w:rsid w:val="003E7261"/>
    <w:rsid w:val="004F1D93"/>
    <w:rsid w:val="005153E6"/>
    <w:rsid w:val="005837D4"/>
    <w:rsid w:val="005E31B0"/>
    <w:rsid w:val="00656311"/>
    <w:rsid w:val="006F188F"/>
    <w:rsid w:val="00700DE9"/>
    <w:rsid w:val="00790541"/>
    <w:rsid w:val="00835635"/>
    <w:rsid w:val="008D301C"/>
    <w:rsid w:val="009006D8"/>
    <w:rsid w:val="009839E5"/>
    <w:rsid w:val="00A10659"/>
    <w:rsid w:val="00A15E9C"/>
    <w:rsid w:val="00B1794E"/>
    <w:rsid w:val="00BA09F6"/>
    <w:rsid w:val="00BF2D93"/>
    <w:rsid w:val="00C10C3A"/>
    <w:rsid w:val="00CC37B9"/>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2238D0"/>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0</TotalTime>
  <Pages>1</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2025-09-03T11:47:00Z</dcterms:modified>
</cp:coreProperties>
</file>